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587FF5C2" w:rsidRDefault="00997F14" w14:paraId="0CC72295" w14:textId="77777777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587FF5C2" w:rsidR="00997F14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87FF5C2" w:rsidR="00D8678B">
        <w:rPr>
          <w:rFonts w:ascii="Corbel" w:hAnsi="Corbel" w:eastAsia="Corbel" w:cs="Corbel"/>
          <w:i w:val="1"/>
          <w:iCs w:val="1"/>
        </w:rPr>
        <w:t xml:space="preserve">Załącznik nr </w:t>
      </w:r>
      <w:r w:rsidRPr="587FF5C2" w:rsidR="006F31E2">
        <w:rPr>
          <w:rFonts w:ascii="Corbel" w:hAnsi="Corbel" w:eastAsia="Corbel" w:cs="Corbel"/>
          <w:i w:val="1"/>
          <w:iCs w:val="1"/>
        </w:rPr>
        <w:t>1.5</w:t>
      </w:r>
      <w:r w:rsidRPr="587FF5C2" w:rsidR="00D8678B">
        <w:rPr>
          <w:rFonts w:ascii="Corbel" w:hAnsi="Corbel" w:eastAsia="Corbel" w:cs="Corbel"/>
          <w:i w:val="1"/>
          <w:iCs w:val="1"/>
        </w:rPr>
        <w:t xml:space="preserve"> do Zarządzenia</w:t>
      </w:r>
      <w:r w:rsidRPr="587FF5C2" w:rsidR="002A22BF">
        <w:rPr>
          <w:rFonts w:ascii="Corbel" w:hAnsi="Corbel" w:eastAsia="Corbel" w:cs="Corbel"/>
          <w:i w:val="1"/>
          <w:iCs w:val="1"/>
        </w:rPr>
        <w:t xml:space="preserve"> Rektora </w:t>
      </w:r>
      <w:proofErr w:type="gramStart"/>
      <w:r w:rsidRPr="587FF5C2" w:rsidR="002A22BF">
        <w:rPr>
          <w:rFonts w:ascii="Corbel" w:hAnsi="Corbel" w:eastAsia="Corbel" w:cs="Corbel"/>
          <w:i w:val="1"/>
          <w:iCs w:val="1"/>
        </w:rPr>
        <w:t xml:space="preserve">UR </w:t>
      </w:r>
      <w:r w:rsidRPr="587FF5C2" w:rsidR="00CD6897">
        <w:rPr>
          <w:rFonts w:ascii="Corbel" w:hAnsi="Corbel" w:eastAsia="Corbel" w:cs="Corbel"/>
          <w:i w:val="1"/>
          <w:iCs w:val="1"/>
        </w:rPr>
        <w:t xml:space="preserve"> nr</w:t>
      </w:r>
      <w:proofErr w:type="gramEnd"/>
      <w:r w:rsidRPr="587FF5C2" w:rsidR="00CD6897">
        <w:rPr>
          <w:rFonts w:ascii="Corbel" w:hAnsi="Corbel" w:eastAsia="Corbel" w:cs="Corbel"/>
          <w:i w:val="1"/>
          <w:iCs w:val="1"/>
        </w:rPr>
        <w:t xml:space="preserve"> </w:t>
      </w:r>
      <w:r w:rsidRPr="587FF5C2" w:rsidR="00F17567">
        <w:rPr>
          <w:rFonts w:ascii="Corbel" w:hAnsi="Corbel" w:eastAsia="Corbel" w:cs="Corbel"/>
          <w:i w:val="1"/>
          <w:iCs w:val="1"/>
        </w:rPr>
        <w:t>12/2019</w:t>
      </w:r>
    </w:p>
    <w:p w:rsidRPr="009C54AE" w:rsidR="0085747A" w:rsidP="587FF5C2" w:rsidRDefault="0085747A" w14:paraId="0CC72296" w14:textId="77777777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587FF5C2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w:rsidRPr="009C54AE" w:rsidR="0085747A" w:rsidP="587FF5C2" w:rsidRDefault="0071620A" w14:paraId="0CC72297" w14:textId="41A9368A">
      <w:pPr>
        <w:spacing w:after="0" w:line="240" w:lineRule="exact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587FF5C2" w:rsidR="0071620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dotyczy cyklu kształcenia</w:t>
      </w:r>
      <w:r w:rsidRPr="587FF5C2" w:rsidR="0085747A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 </w:t>
      </w:r>
      <w:r w:rsidRPr="587FF5C2" w:rsidR="008C7887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</w:t>
      </w:r>
      <w:r w:rsidRPr="587FF5C2" w:rsidR="00010765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19</w:t>
      </w:r>
      <w:r w:rsidRPr="587FF5C2" w:rsidR="008C7887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-202</w:t>
      </w:r>
      <w:r w:rsidRPr="587FF5C2" w:rsidR="00010765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</w:t>
      </w:r>
    </w:p>
    <w:p w:rsidR="0085747A" w:rsidP="587FF5C2" w:rsidRDefault="00EA4832" w14:paraId="0CC72298" w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587FF5C2" w:rsidR="00EA4832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587FF5C2" w:rsidR="0085747A">
        <w:rPr>
          <w:rFonts w:ascii="Corbel" w:hAnsi="Corbel" w:eastAsia="Corbel" w:cs="Corbel"/>
          <w:i w:val="1"/>
          <w:iCs w:val="1"/>
          <w:sz w:val="20"/>
          <w:szCs w:val="20"/>
        </w:rPr>
        <w:t>(skrajne daty</w:t>
      </w:r>
      <w:r w:rsidRPr="587FF5C2" w:rsidR="0085747A">
        <w:rPr>
          <w:rFonts w:ascii="Corbel" w:hAnsi="Corbel" w:eastAsia="Corbel" w:cs="Corbel"/>
          <w:sz w:val="20"/>
          <w:szCs w:val="20"/>
        </w:rPr>
        <w:t>)</w:t>
      </w:r>
    </w:p>
    <w:p w:rsidRPr="00EA4832" w:rsidR="00445970" w:rsidP="587FF5C2" w:rsidRDefault="00445970" w14:paraId="0CC72299" w14:textId="26DF3DD9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87FF5C2" w:rsidR="00445970">
        <w:rPr>
          <w:rFonts w:ascii="Corbel" w:hAnsi="Corbel" w:eastAsia="Corbel" w:cs="Corbel"/>
          <w:sz w:val="20"/>
          <w:szCs w:val="20"/>
        </w:rPr>
        <w:t xml:space="preserve">Rok akademicki </w:t>
      </w:r>
      <w:r w:rsidRPr="587FF5C2" w:rsidR="00DA429A">
        <w:rPr>
          <w:rFonts w:ascii="Corbel" w:hAnsi="Corbel" w:eastAsia="Corbel" w:cs="Corbel"/>
          <w:sz w:val="20"/>
          <w:szCs w:val="20"/>
        </w:rPr>
        <w:t>20</w:t>
      </w:r>
      <w:r w:rsidRPr="587FF5C2" w:rsidR="00010765">
        <w:rPr>
          <w:rFonts w:ascii="Corbel" w:hAnsi="Corbel" w:eastAsia="Corbel" w:cs="Corbel"/>
          <w:sz w:val="20"/>
          <w:szCs w:val="20"/>
        </w:rPr>
        <w:t>19</w:t>
      </w:r>
      <w:r w:rsidRPr="587FF5C2" w:rsidR="00DA429A">
        <w:rPr>
          <w:rFonts w:ascii="Corbel" w:hAnsi="Corbel" w:eastAsia="Corbel" w:cs="Corbel"/>
          <w:sz w:val="20"/>
          <w:szCs w:val="20"/>
        </w:rPr>
        <w:t>/202</w:t>
      </w:r>
      <w:r w:rsidRPr="587FF5C2" w:rsidR="00010765">
        <w:rPr>
          <w:rFonts w:ascii="Corbel" w:hAnsi="Corbel" w:eastAsia="Corbel" w:cs="Corbel"/>
          <w:sz w:val="20"/>
          <w:szCs w:val="20"/>
        </w:rPr>
        <w:t>0</w:t>
      </w:r>
      <w:bookmarkStart w:name="_GoBack" w:id="0"/>
      <w:bookmarkEnd w:id="0"/>
    </w:p>
    <w:p w:rsidRPr="009C54AE" w:rsidR="0085747A" w:rsidP="587FF5C2" w:rsidRDefault="0085747A" w14:paraId="0CC7229A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9C54AE" w:rsidR="0085747A" w:rsidP="587FF5C2" w:rsidRDefault="0071620A" w14:paraId="0CC7229B" w14:textId="77777777">
      <w:pPr>
        <w:pStyle w:val="Punktygwne"/>
        <w:spacing w:before="0" w:after="0"/>
        <w:rPr>
          <w:rFonts w:ascii="Corbel" w:hAnsi="Corbel" w:eastAsia="Corbel" w:cs="Corbel"/>
          <w:color w:val="0070C0"/>
        </w:rPr>
      </w:pPr>
      <w:r w:rsidRPr="587FF5C2" w:rsidR="0071620A">
        <w:rPr>
          <w:rFonts w:ascii="Corbel" w:hAnsi="Corbel" w:eastAsia="Corbel" w:cs="Corbel"/>
        </w:rPr>
        <w:t xml:space="preserve">1. </w:t>
      </w:r>
      <w:r w:rsidRPr="587FF5C2" w:rsidR="0085747A">
        <w:rPr>
          <w:rFonts w:ascii="Corbel" w:hAnsi="Corbel" w:eastAsia="Corbel" w:cs="Corbel"/>
        </w:rPr>
        <w:t xml:space="preserve">Podstawowe </w:t>
      </w:r>
      <w:r w:rsidRPr="587FF5C2" w:rsidR="00445970">
        <w:rPr>
          <w:rFonts w:ascii="Corbel" w:hAnsi="Corbel" w:eastAsia="Corbel" w:cs="Corbel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6DAAAD8" w14:paraId="0CC7229E" w14:textId="77777777">
        <w:tc>
          <w:tcPr>
            <w:tcW w:w="2694" w:type="dxa"/>
            <w:tcMar/>
            <w:vAlign w:val="center"/>
          </w:tcPr>
          <w:p w:rsidRPr="009C54AE" w:rsidR="0085747A" w:rsidP="587FF5C2" w:rsidRDefault="00C05F44" w14:paraId="0CC7229C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C05F4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9D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KONSUMENTÓW</w:t>
            </w:r>
          </w:p>
        </w:tc>
      </w:tr>
      <w:tr w:rsidRPr="009C54AE" w:rsidR="0085747A" w:rsidTr="66DAAAD8" w14:paraId="0CC722A1" w14:textId="77777777">
        <w:tc>
          <w:tcPr>
            <w:tcW w:w="2694" w:type="dxa"/>
            <w:tcMar/>
            <w:vAlign w:val="center"/>
          </w:tcPr>
          <w:p w:rsidRPr="009C54AE" w:rsidR="0085747A" w:rsidP="587FF5C2" w:rsidRDefault="00C05F44" w14:paraId="0CC7229F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C05F44">
              <w:rPr>
                <w:rFonts w:ascii="Corbel" w:hAnsi="Corbel" w:eastAsia="Corbel" w:cs="Corbel"/>
                <w:sz w:val="24"/>
                <w:szCs w:val="24"/>
              </w:rPr>
              <w:t>Kod przedmiotu</w:t>
            </w: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0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BW27</w:t>
            </w:r>
          </w:p>
        </w:tc>
      </w:tr>
      <w:tr w:rsidRPr="009C54AE" w:rsidR="0085747A" w:rsidTr="66DAAAD8" w14:paraId="0CC722A4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nazwa</w:t>
            </w:r>
            <w:r w:rsidRPr="66DAAAD8" w:rsidR="00C05F44">
              <w:rPr>
                <w:rFonts w:ascii="Corbel" w:hAnsi="Corbel" w:eastAsia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3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6DAAAD8" w14:paraId="0CC722A7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5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DA429A" w14:paraId="0CC722A6" w14:textId="5180C80A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DA429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6DAAAD8" w14:paraId="0CC722AA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8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9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66DAAAD8" w14:paraId="0CC722AD" w14:textId="77777777">
        <w:tc>
          <w:tcPr>
            <w:tcW w:w="2694" w:type="dxa"/>
            <w:tcMar/>
            <w:vAlign w:val="center"/>
          </w:tcPr>
          <w:p w:rsidRPr="009C54AE" w:rsidR="0085747A" w:rsidP="587FF5C2" w:rsidRDefault="00DE4A14" w14:paraId="0CC722AB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DE4A1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C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 stopnia</w:t>
            </w:r>
          </w:p>
        </w:tc>
      </w:tr>
      <w:tr w:rsidRPr="009C54AE" w:rsidR="0085747A" w:rsidTr="66DAAAD8" w14:paraId="0CC722B0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AE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AF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Praktyczny</w:t>
            </w:r>
          </w:p>
        </w:tc>
      </w:tr>
      <w:tr w:rsidRPr="009C54AE" w:rsidR="0085747A" w:rsidTr="66DAAAD8" w14:paraId="0CC722B3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1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B2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C54AE" w:rsidR="0085747A" w:rsidTr="66DAAAD8" w14:paraId="0CC722B6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4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Rok i semestr</w:t>
            </w:r>
            <w:r w:rsidRPr="66DAAAD8" w:rsidR="0030395F">
              <w:rPr>
                <w:rFonts w:ascii="Corbel" w:hAnsi="Corbel" w:eastAsia="Corbel" w:cs="Corbel"/>
                <w:sz w:val="24"/>
                <w:szCs w:val="24"/>
              </w:rPr>
              <w:t>/y</w:t>
            </w: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AF0082" w14:paraId="0CC722B5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AF00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 rok, II semestr</w:t>
            </w:r>
          </w:p>
        </w:tc>
      </w:tr>
      <w:tr w:rsidRPr="009C54AE" w:rsidR="0085747A" w:rsidTr="66DAAAD8" w14:paraId="0CC722B9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7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B9476D" w14:paraId="0CC722B8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konwersatorium</w:t>
            </w:r>
          </w:p>
        </w:tc>
      </w:tr>
      <w:tr w:rsidRPr="009C54AE" w:rsidR="00923D7D" w:rsidTr="66DAAAD8" w14:paraId="0CC722BC" w14:textId="77777777">
        <w:tc>
          <w:tcPr>
            <w:tcW w:w="2694" w:type="dxa"/>
            <w:tcMar/>
            <w:vAlign w:val="center"/>
          </w:tcPr>
          <w:p w:rsidRPr="009C54AE" w:rsidR="00923D7D" w:rsidP="587FF5C2" w:rsidRDefault="00923D7D" w14:paraId="0CC722BA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923D7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587FF5C2" w:rsidRDefault="00B9476D" w14:paraId="0CC722BB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9C54AE" w:rsidR="0085747A" w:rsidTr="66DAAAD8" w14:paraId="0CC722BF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BD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B9476D" w14:paraId="0CC722BE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Dr Mira </w:t>
            </w:r>
            <w:proofErr w:type="spellStart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-Biały</w:t>
            </w:r>
          </w:p>
        </w:tc>
      </w:tr>
      <w:tr w:rsidRPr="009C54AE" w:rsidR="0085747A" w:rsidTr="66DAAAD8" w14:paraId="0CC722C2" w14:textId="77777777">
        <w:tc>
          <w:tcPr>
            <w:tcW w:w="2694" w:type="dxa"/>
            <w:tcMar/>
            <w:vAlign w:val="center"/>
          </w:tcPr>
          <w:p w:rsidRPr="009C54AE" w:rsidR="0085747A" w:rsidP="587FF5C2" w:rsidRDefault="0085747A" w14:paraId="0CC722C0" w14:textId="77777777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87FF5C2" w:rsidRDefault="00B9476D" w14:paraId="0CC722C1" w14:textId="77777777">
            <w:pPr>
              <w:pStyle w:val="Odpowiedzi"/>
              <w:spacing w:before="100" w:beforeAutospacing="on" w:after="100" w:afterAutospacing="on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 xml:space="preserve">Dr Mira </w:t>
            </w:r>
            <w:proofErr w:type="spellStart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 w:rsidR="00B9476D">
              <w:rPr>
                <w:rFonts w:ascii="Corbel" w:hAnsi="Corbel" w:eastAsia="Corbel" w:cs="Corbel"/>
                <w:b w:val="0"/>
                <w:bCs w:val="0"/>
                <w:color w:val="auto"/>
                <w:sz w:val="24"/>
                <w:szCs w:val="24"/>
              </w:rPr>
              <w:t>-Biały</w:t>
            </w:r>
          </w:p>
        </w:tc>
      </w:tr>
    </w:tbl>
    <w:p w:rsidRPr="009C54AE" w:rsidR="0085747A" w:rsidP="587FF5C2" w:rsidRDefault="0085747A" w14:paraId="0CC722C3" w14:textId="77777777">
      <w:pPr>
        <w:pStyle w:val="Podpunkty"/>
        <w:spacing w:before="100" w:beforeAutospacing="on" w:after="100" w:afterAutospacing="on"/>
        <w:ind w:left="0"/>
        <w:rPr>
          <w:rFonts w:ascii="Corbel" w:hAnsi="Corbel" w:eastAsia="Corbel" w:cs="Corbel"/>
          <w:sz w:val="24"/>
          <w:szCs w:val="24"/>
        </w:rPr>
      </w:pPr>
      <w:r w:rsidRPr="587FF5C2" w:rsidR="0085747A">
        <w:rPr>
          <w:rFonts w:ascii="Corbel" w:hAnsi="Corbel" w:eastAsia="Corbel" w:cs="Corbel"/>
          <w:sz w:val="24"/>
          <w:szCs w:val="24"/>
        </w:rPr>
        <w:t xml:space="preserve">* </w:t>
      </w:r>
      <w:r w:rsidRPr="587FF5C2" w:rsidR="0085747A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587FF5C2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587FF5C2" w:rsidR="00B90885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587FF5C2" w:rsidR="0085747A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587FF5C2" w:rsidR="008574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87FF5C2" w:rsidR="00B90885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w Jednostce</w:t>
      </w:r>
    </w:p>
    <w:p w:rsidRPr="009C54AE" w:rsidR="00923D7D" w:rsidP="587FF5C2" w:rsidRDefault="00923D7D" w14:paraId="0CC722C4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Pr="009C54AE" w:rsidR="0085747A" w:rsidP="587FF5C2" w:rsidRDefault="0085747A" w14:paraId="0CC722C5" w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587FF5C2" w:rsidR="0085747A">
        <w:rPr>
          <w:rFonts w:ascii="Corbel" w:hAnsi="Corbel" w:eastAsia="Corbel" w:cs="Corbel"/>
          <w:sz w:val="24"/>
          <w:szCs w:val="24"/>
        </w:rPr>
        <w:t>1.</w:t>
      </w:r>
      <w:r w:rsidRPr="587FF5C2" w:rsidR="00E22FBC">
        <w:rPr>
          <w:rFonts w:ascii="Corbel" w:hAnsi="Corbel" w:eastAsia="Corbel" w:cs="Corbel"/>
          <w:sz w:val="24"/>
          <w:szCs w:val="24"/>
        </w:rPr>
        <w:t>1</w:t>
      </w:r>
      <w:r w:rsidRPr="587FF5C2" w:rsidR="0085747A">
        <w:rPr>
          <w:rFonts w:ascii="Corbel" w:hAnsi="Corbel" w:eastAsia="Corbel" w:cs="Corbel"/>
          <w:sz w:val="24"/>
          <w:szCs w:val="24"/>
        </w:rPr>
        <w:t xml:space="preserve">.Formy zajęć dydaktycznych, wymiar godzin i punktów ECTS </w:t>
      </w:r>
    </w:p>
    <w:p w:rsidRPr="009C54AE" w:rsidR="00923D7D" w:rsidP="587FF5C2" w:rsidRDefault="00923D7D" w14:paraId="0CC722C6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587FF5C2" w14:paraId="0CC722D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587FF5C2" w:rsidRDefault="00015B8F" w14:paraId="0CC722C7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Semestr</w:t>
            </w:r>
          </w:p>
          <w:p w:rsidRPr="009C54AE" w:rsidR="00015B8F" w:rsidP="587FF5C2" w:rsidRDefault="002B5EA0" w14:paraId="0CC722C8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2B5EA0">
              <w:rPr>
                <w:rFonts w:ascii="Corbel" w:hAnsi="Corbel" w:eastAsia="Corbel" w:cs="Corbel"/>
              </w:rPr>
              <w:t>(</w:t>
            </w:r>
            <w:r w:rsidRPr="587FF5C2" w:rsidR="00363F78">
              <w:rPr>
                <w:rFonts w:ascii="Corbel" w:hAnsi="Corbel" w:eastAsia="Corbel" w:cs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9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Wykł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A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B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Konw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C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CD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Sem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E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CF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proofErr w:type="spellStart"/>
            <w:r w:rsidRPr="587FF5C2" w:rsidR="00015B8F">
              <w:rPr>
                <w:rFonts w:ascii="Corbel" w:hAnsi="Corbel" w:eastAsia="Corbel" w:cs="Corbel"/>
              </w:rPr>
              <w:t>Prakt</w:t>
            </w:r>
            <w:proofErr w:type="spellEnd"/>
            <w:r w:rsidRPr="587FF5C2" w:rsidR="00015B8F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D0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</w:rPr>
            </w:pPr>
            <w:r w:rsidRPr="587FF5C2" w:rsidR="00015B8F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87FF5C2" w:rsidRDefault="00015B8F" w14:paraId="0CC722D1" w14:textId="77777777">
            <w:pPr>
              <w:pStyle w:val="Nagwkitablic"/>
              <w:spacing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587FF5C2" w:rsidR="00015B8F">
              <w:rPr>
                <w:rFonts w:ascii="Corbel" w:hAnsi="Corbel" w:eastAsia="Corbel" w:cs="Corbel"/>
                <w:b w:val="1"/>
                <w:bCs w:val="1"/>
              </w:rPr>
              <w:t>Liczba pkt</w:t>
            </w:r>
            <w:r w:rsidRPr="587FF5C2" w:rsidR="00B90885">
              <w:rPr>
                <w:rFonts w:ascii="Corbel" w:hAnsi="Corbel" w:eastAsia="Corbel" w:cs="Corbel"/>
                <w:b w:val="1"/>
                <w:bCs w:val="1"/>
              </w:rPr>
              <w:t>.</w:t>
            </w:r>
            <w:r w:rsidRPr="587FF5C2" w:rsidR="00015B8F">
              <w:rPr>
                <w:rFonts w:ascii="Corbel" w:hAnsi="Corbel" w:eastAsia="Corbel" w:cs="Corbel"/>
                <w:b w:val="1"/>
                <w:bCs w:val="1"/>
              </w:rPr>
              <w:t xml:space="preserve"> ECTS</w:t>
            </w:r>
          </w:p>
        </w:tc>
      </w:tr>
      <w:tr w:rsidRPr="009C54AE" w:rsidR="00015B8F" w:rsidTr="587FF5C2" w14:paraId="0CC722D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587FF5C2" w:rsidRDefault="00DA429A" w14:paraId="0CC722D3" w14:textId="5E3E635D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DA429A">
              <w:rPr>
                <w:rFonts w:ascii="Corbel" w:hAnsi="Corbel" w:eastAsia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4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5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6335D0" w14:paraId="0CC722D6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6335D0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7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8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9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A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015B8F" w14:paraId="0CC722DB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87FF5C2" w:rsidRDefault="006E6594" w14:paraId="0CC722DC" w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6E6594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587FF5C2" w:rsidRDefault="0085747A" w14:paraId="0CC722D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85747A">
        <w:rPr>
          <w:rFonts w:ascii="Corbel" w:hAnsi="Corbel" w:eastAsia="Corbel" w:cs="Corbel"/>
          <w:caps w:val="0"/>
          <w:smallCaps w:val="0"/>
        </w:rPr>
        <w:t>1.</w:t>
      </w:r>
      <w:r w:rsidRPr="587FF5C2" w:rsidR="00E22FBC">
        <w:rPr>
          <w:rFonts w:ascii="Corbel" w:hAnsi="Corbel" w:eastAsia="Corbel" w:cs="Corbel"/>
          <w:caps w:val="0"/>
          <w:smallCaps w:val="0"/>
        </w:rPr>
        <w:t>2</w:t>
      </w:r>
      <w:r w:rsidRPr="587FF5C2" w:rsidR="00F83B28">
        <w:rPr>
          <w:rFonts w:ascii="Corbel" w:hAnsi="Corbel" w:eastAsia="Corbel" w:cs="Corbel"/>
          <w:caps w:val="0"/>
          <w:smallCaps w:val="0"/>
        </w:rPr>
        <w:t>.</w:t>
      </w:r>
      <w:r>
        <w:tab/>
      </w:r>
      <w:r w:rsidRPr="587FF5C2" w:rsidR="0085747A">
        <w:rPr>
          <w:rFonts w:ascii="Corbel" w:hAnsi="Corbel" w:eastAsia="Corbel" w:cs="Corbel"/>
          <w:caps w:val="0"/>
          <w:smallCaps w:val="0"/>
        </w:rPr>
        <w:t xml:space="preserve">Sposób realizacji zajęć  </w:t>
      </w:r>
    </w:p>
    <w:p w:rsidRPr="009C54AE" w:rsidR="0085747A" w:rsidP="587FF5C2" w:rsidRDefault="006335D0" w14:paraId="0CC722DF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6335D0">
        <w:rPr>
          <w:rFonts w:ascii="Corbel" w:hAnsi="Corbel" w:eastAsia="Corbel" w:cs="Corbel"/>
          <w:b w:val="0"/>
          <w:bCs w:val="0"/>
        </w:rPr>
        <w:t>X</w:t>
      </w:r>
      <w:r w:rsidRPr="587FF5C2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587FF5C2" w:rsidRDefault="0085747A" w14:paraId="0CC722E0" w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85747A">
        <w:rPr>
          <w:rFonts w:ascii="Corbel" w:hAnsi="Corbel" w:eastAsia="Corbel" w:cs="Corbel"/>
          <w:b w:val="0"/>
          <w:bCs w:val="0"/>
        </w:rPr>
        <w:t>☐</w:t>
      </w:r>
      <w:r w:rsidRPr="587FF5C2" w:rsidR="0085747A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Pr="009C54AE" w:rsidR="0085747A" w:rsidP="587FF5C2" w:rsidRDefault="0085747A" w14:paraId="0CC722E1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E22FBC" w:rsidP="587FF5C2" w:rsidRDefault="00E22FBC" w14:paraId="0CC722E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caps w:val="0"/>
          <w:smallCaps w:val="0"/>
        </w:rPr>
      </w:pPr>
      <w:r w:rsidRPr="587FF5C2" w:rsidR="00E22FBC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587FF5C2" w:rsidR="00E22FBC">
        <w:rPr>
          <w:rFonts w:ascii="Corbel" w:hAnsi="Corbel" w:eastAsia="Corbel" w:cs="Corbel"/>
          <w:caps w:val="0"/>
          <w:smallCaps w:val="0"/>
        </w:rPr>
        <w:t>For</w:t>
      </w:r>
      <w:r w:rsidRPr="587FF5C2" w:rsidR="00445970">
        <w:rPr>
          <w:rFonts w:ascii="Corbel" w:hAnsi="Corbel" w:eastAsia="Corbel" w:cs="Corbel"/>
          <w:caps w:val="0"/>
          <w:smallCaps w:val="0"/>
        </w:rPr>
        <w:t xml:space="preserve">ma zaliczenia </w:t>
      </w:r>
      <w:proofErr w:type="gramStart"/>
      <w:r w:rsidRPr="587FF5C2" w:rsidR="00445970">
        <w:rPr>
          <w:rFonts w:ascii="Corbel" w:hAnsi="Corbel" w:eastAsia="Corbel" w:cs="Corbel"/>
          <w:caps w:val="0"/>
          <w:smallCaps w:val="0"/>
        </w:rPr>
        <w:t xml:space="preserve">przedmiotu </w:t>
      </w:r>
      <w:r w:rsidRPr="587FF5C2" w:rsidR="00E22FBC">
        <w:rPr>
          <w:rFonts w:ascii="Corbel" w:hAnsi="Corbel" w:eastAsia="Corbel" w:cs="Corbel"/>
          <w:caps w:val="0"/>
          <w:smallCaps w:val="0"/>
        </w:rPr>
        <w:t xml:space="preserve"> (</w:t>
      </w:r>
      <w:proofErr w:type="gramEnd"/>
      <w:r w:rsidRPr="587FF5C2" w:rsidR="00E22FBC">
        <w:rPr>
          <w:rFonts w:ascii="Corbel" w:hAnsi="Corbel" w:eastAsia="Corbel" w:cs="Corbel"/>
          <w:caps w:val="0"/>
          <w:smallCaps w:val="0"/>
        </w:rPr>
        <w:t xml:space="preserve">z toku) </w:t>
      </w:r>
      <w:r w:rsidRPr="587FF5C2" w:rsidR="00E22FBC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587FF5C2" w:rsidRDefault="009D4AA7" w14:paraId="0CC722E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  <w:r w:rsidRPr="587FF5C2" w:rsidR="009D4AA7">
        <w:rPr>
          <w:rFonts w:ascii="Corbel" w:hAnsi="Corbel" w:eastAsia="Corbel" w:cs="Corbel"/>
          <w:b w:val="0"/>
          <w:bCs w:val="0"/>
        </w:rPr>
        <w:t>zaliczenie z oceną</w:t>
      </w:r>
    </w:p>
    <w:p w:rsidR="00E960BB" w:rsidP="587FF5C2" w:rsidRDefault="00E960BB" w14:paraId="0CC722E4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E960BB" w:rsidP="587FF5C2" w:rsidRDefault="0085747A" w14:paraId="0CC722E5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587FF5C2" w:rsidR="0085747A">
        <w:rPr>
          <w:rFonts w:ascii="Corbel" w:hAnsi="Corbel" w:eastAsia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6DAAAD8" w14:paraId="0CC722E7" w14:textId="77777777">
        <w:tc>
          <w:tcPr>
            <w:tcW w:w="9670" w:type="dxa"/>
            <w:tcMar/>
          </w:tcPr>
          <w:p w:rsidRPr="009D4AA7" w:rsidR="0085747A" w:rsidP="66DAAAD8" w:rsidRDefault="009D4AA7" w14:paraId="0CC722E6" w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:rsidR="00153C41" w:rsidP="587FF5C2" w:rsidRDefault="00153C41" w14:paraId="0CC722E8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Pr="00C05F44" w:rsidR="0085747A" w:rsidP="587FF5C2" w:rsidRDefault="0071620A" w14:paraId="0CC722E9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587FF5C2" w:rsidR="0071620A">
        <w:rPr>
          <w:rFonts w:ascii="Corbel" w:hAnsi="Corbel" w:eastAsia="Corbel" w:cs="Corbel"/>
        </w:rPr>
        <w:t>3.</w:t>
      </w:r>
      <w:r w:rsidRPr="587FF5C2" w:rsidR="0085747A">
        <w:rPr>
          <w:rFonts w:ascii="Corbel" w:hAnsi="Corbel" w:eastAsia="Corbel" w:cs="Corbel"/>
        </w:rPr>
        <w:t xml:space="preserve"> </w:t>
      </w:r>
      <w:r w:rsidRPr="587FF5C2" w:rsidR="00A84C85">
        <w:rPr>
          <w:rFonts w:ascii="Corbel" w:hAnsi="Corbel" w:eastAsia="Corbel" w:cs="Corbel"/>
        </w:rPr>
        <w:t xml:space="preserve">cele, efekty uczenia </w:t>
      </w:r>
      <w:proofErr w:type="gramStart"/>
      <w:r w:rsidRPr="587FF5C2" w:rsidR="00A84C85">
        <w:rPr>
          <w:rFonts w:ascii="Corbel" w:hAnsi="Corbel" w:eastAsia="Corbel" w:cs="Corbel"/>
        </w:rPr>
        <w:t>się</w:t>
      </w:r>
      <w:r w:rsidRPr="587FF5C2" w:rsidR="0085747A">
        <w:rPr>
          <w:rFonts w:ascii="Corbel" w:hAnsi="Corbel" w:eastAsia="Corbel" w:cs="Corbel"/>
        </w:rPr>
        <w:t xml:space="preserve"> ,</w:t>
      </w:r>
      <w:proofErr w:type="gramEnd"/>
      <w:r w:rsidRPr="587FF5C2" w:rsidR="0085747A">
        <w:rPr>
          <w:rFonts w:ascii="Corbel" w:hAnsi="Corbel" w:eastAsia="Corbel" w:cs="Corbel"/>
        </w:rPr>
        <w:t xml:space="preserve"> treści Programowe i stosowane metody Dydaktyczne</w:t>
      </w:r>
    </w:p>
    <w:p w:rsidRPr="00C05F44" w:rsidR="0085747A" w:rsidP="587FF5C2" w:rsidRDefault="0085747A" w14:paraId="0CC722EA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85747A" w:rsidP="587FF5C2" w:rsidRDefault="0071620A" w14:paraId="0CC722EB" w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587FF5C2" w:rsidR="0071620A">
        <w:rPr>
          <w:rFonts w:ascii="Corbel" w:hAnsi="Corbel" w:eastAsia="Corbel" w:cs="Corbel"/>
          <w:sz w:val="24"/>
          <w:szCs w:val="24"/>
        </w:rPr>
        <w:t xml:space="preserve">3.1 </w:t>
      </w:r>
      <w:r w:rsidRPr="587FF5C2" w:rsidR="00C05F44">
        <w:rPr>
          <w:rFonts w:ascii="Corbel" w:hAnsi="Corbel" w:eastAsia="Corbel" w:cs="Corbel"/>
          <w:sz w:val="24"/>
          <w:szCs w:val="24"/>
        </w:rPr>
        <w:t>Cele przedmiotu</w:t>
      </w:r>
    </w:p>
    <w:p w:rsidRPr="009C54AE" w:rsidR="00F83B28" w:rsidP="587FF5C2" w:rsidRDefault="00F83B28" w14:paraId="0CC722EC" w14:textId="77777777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66DAAAD8" w14:paraId="0CC722EF" w14:textId="77777777">
        <w:tc>
          <w:tcPr>
            <w:tcW w:w="851" w:type="dxa"/>
            <w:tcMar/>
            <w:vAlign w:val="center"/>
          </w:tcPr>
          <w:p w:rsidRPr="009C54AE" w:rsidR="0085747A" w:rsidP="587FF5C2" w:rsidRDefault="0085747A" w14:paraId="0CC722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87FF5C2" w:rsidRDefault="009D4AA7" w14:paraId="0CC722E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Pr="009C54AE" w:rsidR="0085747A" w:rsidTr="66DAAAD8" w14:paraId="0CC722F2" w14:textId="77777777">
        <w:tc>
          <w:tcPr>
            <w:tcW w:w="851" w:type="dxa"/>
            <w:tcMar/>
            <w:vAlign w:val="center"/>
          </w:tcPr>
          <w:p w:rsidRPr="009C54AE" w:rsidR="0085747A" w:rsidP="587FF5C2" w:rsidRDefault="009D4AA7" w14:paraId="0CC722F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87FF5C2" w:rsidRDefault="009D4AA7" w14:paraId="0CC722F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66DAAAD8" w:rsidR="009D4AA7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:rsidRPr="009C54AE" w:rsidR="0085747A" w:rsidP="587FF5C2" w:rsidRDefault="0085747A" w14:paraId="0CC722F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Pr="009C54AE" w:rsidR="001D7B54" w:rsidP="587FF5C2" w:rsidRDefault="009F4610" w14:paraId="0CC722F4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587FF5C2" w:rsidR="009F4610">
        <w:rPr>
          <w:rFonts w:ascii="Corbel" w:hAnsi="Corbel" w:eastAsia="Corbel" w:cs="Corbel"/>
          <w:b w:val="1"/>
          <w:bCs w:val="1"/>
          <w:sz w:val="24"/>
          <w:szCs w:val="24"/>
        </w:rPr>
        <w:t xml:space="preserve">3.2 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Efekty </w:t>
      </w:r>
      <w:r w:rsidRPr="587FF5C2" w:rsidR="00C05F44">
        <w:rPr>
          <w:rFonts w:ascii="Corbel" w:hAnsi="Corbel" w:eastAsia="Corbel" w:cs="Corbel"/>
          <w:b w:val="1"/>
          <w:bCs w:val="1"/>
          <w:sz w:val="24"/>
          <w:szCs w:val="24"/>
        </w:rPr>
        <w:t xml:space="preserve">uczenia się 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>dla przedmiotu</w:t>
      </w:r>
      <w:r w:rsidRPr="587FF5C2" w:rsidR="00445970">
        <w:rPr>
          <w:rFonts w:ascii="Corbel" w:hAnsi="Corbel" w:eastAsia="Corbel" w:cs="Corbel"/>
          <w:sz w:val="24"/>
          <w:szCs w:val="24"/>
        </w:rPr>
        <w:t xml:space="preserve"> </w:t>
      </w:r>
    </w:p>
    <w:p w:rsidRPr="009C54AE" w:rsidR="001D7B54" w:rsidP="587FF5C2" w:rsidRDefault="001D7B54" w14:paraId="0CC722F5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7FF5C2" w14:paraId="0CC722F9" w14:textId="77777777">
        <w:tc>
          <w:tcPr>
            <w:tcW w:w="1701" w:type="dxa"/>
            <w:tcMar/>
            <w:vAlign w:val="center"/>
          </w:tcPr>
          <w:p w:rsidRPr="009C54AE" w:rsidR="0085747A" w:rsidP="587FF5C2" w:rsidRDefault="0085747A" w14:paraId="0CC722F6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587FF5C2" w:rsidR="00A84C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</w:t>
            </w:r>
            <w:r w:rsidRPr="587FF5C2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efekt uczenia się</w:t>
            </w:r>
            <w:r w:rsidRPr="587FF5C2" w:rsidR="00B8230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587FF5C2" w:rsidRDefault="0085747A" w14:paraId="0CC722F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</w:t>
            </w:r>
            <w:r w:rsidRPr="587FF5C2" w:rsidR="00C05F4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uczenia się </w:t>
            </w: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587FF5C2" w:rsidRDefault="0085747A" w14:paraId="0CC722F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</w:t>
            </w:r>
            <w:proofErr w:type="gramStart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proofErr w:type="gramEnd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587FF5C2" w:rsidR="0030395F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85747A" w:rsidTr="587FF5C2" w14:paraId="0CC722FD" w14:textId="77777777">
        <w:tc>
          <w:tcPr>
            <w:tcW w:w="1701" w:type="dxa"/>
            <w:tcMar/>
          </w:tcPr>
          <w:p w:rsidRPr="009C54AE" w:rsidR="0085747A" w:rsidP="587FF5C2" w:rsidRDefault="0085747A" w14:paraId="0CC722F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6096" w:type="dxa"/>
            <w:tcMar/>
          </w:tcPr>
          <w:p w:rsidRPr="009C54AE" w:rsidR="0085747A" w:rsidP="587FF5C2" w:rsidRDefault="001B5540" w14:paraId="0CC722F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Ma uporządkowaną wiedzę na temat zasad i norm etycznych w relacjach sprzedawca-konsument</w:t>
            </w:r>
          </w:p>
        </w:tc>
        <w:tc>
          <w:tcPr>
            <w:tcW w:w="1873" w:type="dxa"/>
            <w:tcMar/>
          </w:tcPr>
          <w:p w:rsidRPr="009C54AE" w:rsidR="0085747A" w:rsidP="587FF5C2" w:rsidRDefault="009D4AA7" w14:paraId="0CC722F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9D4AA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K_W04</w:t>
            </w:r>
          </w:p>
        </w:tc>
      </w:tr>
      <w:tr w:rsidRPr="009C54AE" w:rsidR="0085747A" w:rsidTr="587FF5C2" w14:paraId="0CC72301" w14:textId="77777777">
        <w:tc>
          <w:tcPr>
            <w:tcW w:w="1701" w:type="dxa"/>
            <w:tcMar/>
          </w:tcPr>
          <w:p w:rsidRPr="009C54AE" w:rsidR="0085747A" w:rsidP="587FF5C2" w:rsidRDefault="0085747A" w14:paraId="0CC722F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587FF5C2" w:rsidRDefault="001B5540" w14:paraId="0CC722F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P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osiada wiedzę na temat rodzajów instytucji konsumenckich oraz relacji zachodzących pomiędzy nimi</w:t>
            </w:r>
          </w:p>
        </w:tc>
        <w:tc>
          <w:tcPr>
            <w:tcW w:w="1873" w:type="dxa"/>
            <w:tcMar/>
          </w:tcPr>
          <w:p w:rsidRPr="009C54AE" w:rsidR="0085747A" w:rsidP="587FF5C2" w:rsidRDefault="001B5540" w14:paraId="0CC7230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K_W08</w:t>
            </w:r>
            <w:r>
              <w:tab/>
            </w:r>
          </w:p>
        </w:tc>
      </w:tr>
      <w:tr w:rsidRPr="009C54AE" w:rsidR="0085747A" w:rsidTr="587FF5C2" w14:paraId="0CC72305" w14:textId="77777777">
        <w:tc>
          <w:tcPr>
            <w:tcW w:w="1701" w:type="dxa"/>
            <w:tcMar/>
          </w:tcPr>
          <w:p w:rsidRPr="009C54AE" w:rsidR="0085747A" w:rsidP="587FF5C2" w:rsidRDefault="0085747A" w14:paraId="0CC7230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03</w:t>
            </w:r>
          </w:p>
        </w:tc>
        <w:tc>
          <w:tcPr>
            <w:tcW w:w="6096" w:type="dxa"/>
            <w:tcMar/>
          </w:tcPr>
          <w:p w:rsidRPr="009C54AE" w:rsidR="0085747A" w:rsidP="587FF5C2" w:rsidRDefault="001B5540" w14:paraId="0CC7230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P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osiada umiejętność identyfikowania i diagnozowania procesów i zjawisk w zakresie bezpieczeństwa konsumenckiego w powiązaniu </w:t>
            </w:r>
            <w:proofErr w:type="gramStart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z  uzyskanymi</w:t>
            </w:r>
            <w:proofErr w:type="gramEnd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w ramach zajęć praktycznych</w:t>
            </w:r>
          </w:p>
        </w:tc>
        <w:tc>
          <w:tcPr>
            <w:tcW w:w="1873" w:type="dxa"/>
            <w:tcMar/>
          </w:tcPr>
          <w:p w:rsidRPr="005A2431" w:rsidR="0085747A" w:rsidP="587FF5C2" w:rsidRDefault="001B5540" w14:paraId="0CC72304" w14:textId="77777777">
            <w:pPr>
              <w:rPr>
                <w:rFonts w:ascii="Corbel" w:hAnsi="Corbel" w:eastAsia="Corbel" w:cs="Corbel"/>
              </w:rPr>
            </w:pPr>
            <w:r w:rsidRPr="587FF5C2" w:rsidR="001B5540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9C54AE" w:rsidR="009D4AA7" w:rsidTr="587FF5C2" w14:paraId="0CC72309" w14:textId="77777777">
        <w:tc>
          <w:tcPr>
            <w:tcW w:w="1701" w:type="dxa"/>
            <w:tcMar/>
          </w:tcPr>
          <w:p w:rsidRPr="009C54AE" w:rsidR="009D4AA7" w:rsidP="587FF5C2" w:rsidRDefault="001B5540" w14:paraId="0CC72306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04</w:t>
            </w:r>
          </w:p>
        </w:tc>
        <w:tc>
          <w:tcPr>
            <w:tcW w:w="6096" w:type="dxa"/>
            <w:tcMar/>
          </w:tcPr>
          <w:p w:rsidRPr="009C54AE" w:rsidR="009D4AA7" w:rsidP="587FF5C2" w:rsidRDefault="001B5540" w14:paraId="0CC72307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A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nalizuje powiązanie zjawisk pro i </w:t>
            </w:r>
            <w:proofErr w:type="gramStart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anty konsumenckich</w:t>
            </w:r>
            <w:proofErr w:type="gramEnd"/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ze zjawiskami wolnorynkowymi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08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K_U06</w:t>
            </w:r>
          </w:p>
        </w:tc>
      </w:tr>
      <w:tr w:rsidRPr="009C54AE" w:rsidR="009D4AA7" w:rsidTr="587FF5C2" w14:paraId="0CC7230D" w14:textId="77777777">
        <w:tc>
          <w:tcPr>
            <w:tcW w:w="1701" w:type="dxa"/>
            <w:tcMar/>
          </w:tcPr>
          <w:p w:rsidRPr="009C54AE" w:rsidR="009D4AA7" w:rsidP="587FF5C2" w:rsidRDefault="001B5540" w14:paraId="0CC7230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05</w:t>
            </w:r>
          </w:p>
        </w:tc>
        <w:tc>
          <w:tcPr>
            <w:tcW w:w="6096" w:type="dxa"/>
            <w:tcMar/>
          </w:tcPr>
          <w:p w:rsidRPr="009C54AE" w:rsidR="009D4AA7" w:rsidP="587FF5C2" w:rsidRDefault="001B5540" w14:paraId="0CC7230B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samodzielnie planować i realizować własne uczenie się przez całe życie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0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K_U16</w:t>
            </w:r>
          </w:p>
        </w:tc>
      </w:tr>
      <w:tr w:rsidRPr="009C54AE" w:rsidR="009D4AA7" w:rsidTr="587FF5C2" w14:paraId="0CC72311" w14:textId="77777777">
        <w:tc>
          <w:tcPr>
            <w:tcW w:w="1701" w:type="dxa"/>
            <w:tcMar/>
          </w:tcPr>
          <w:p w:rsidRPr="009C54AE" w:rsidR="009D4AA7" w:rsidP="587FF5C2" w:rsidRDefault="001B5540" w14:paraId="0CC7230E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06</w:t>
            </w:r>
          </w:p>
        </w:tc>
        <w:tc>
          <w:tcPr>
            <w:tcW w:w="6096" w:type="dxa"/>
            <w:tcMar/>
          </w:tcPr>
          <w:p w:rsidRPr="001B5540" w:rsidR="009D4AA7" w:rsidP="587FF5C2" w:rsidRDefault="001B5540" w14:paraId="0CC7230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J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est przygotowany do uczestnictwa w organizacjach i instytucjach konsumenckich. 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10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K_K03</w:t>
            </w:r>
          </w:p>
        </w:tc>
      </w:tr>
      <w:tr w:rsidRPr="009C54AE" w:rsidR="009D4AA7" w:rsidTr="587FF5C2" w14:paraId="0CC72315" w14:textId="77777777">
        <w:tc>
          <w:tcPr>
            <w:tcW w:w="1701" w:type="dxa"/>
            <w:tcMar/>
          </w:tcPr>
          <w:p w:rsidRPr="009C54AE" w:rsidR="009D4AA7" w:rsidP="587FF5C2" w:rsidRDefault="001B5540" w14:paraId="0CC72312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07</w:t>
            </w:r>
          </w:p>
        </w:tc>
        <w:tc>
          <w:tcPr>
            <w:tcW w:w="6096" w:type="dxa"/>
            <w:tcMar/>
          </w:tcPr>
          <w:p w:rsidRPr="009C54AE" w:rsidR="009D4AA7" w:rsidP="587FF5C2" w:rsidRDefault="001B5540" w14:paraId="0CC7231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M</w:t>
            </w: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2"/>
                <w:szCs w:val="22"/>
              </w:rPr>
              <w:t>a świadomość konieczności stałego i samodzielnego uaktualniania wiedzy w zakresie bezpieczeństwa konsumenckiego</w:t>
            </w:r>
          </w:p>
        </w:tc>
        <w:tc>
          <w:tcPr>
            <w:tcW w:w="1873" w:type="dxa"/>
            <w:tcMar/>
          </w:tcPr>
          <w:p w:rsidRPr="009C54AE" w:rsidR="009D4AA7" w:rsidP="587FF5C2" w:rsidRDefault="001B5540" w14:paraId="0CC72314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1B554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K_K06</w:t>
            </w:r>
            <w:r>
              <w:tab/>
            </w:r>
          </w:p>
        </w:tc>
      </w:tr>
    </w:tbl>
    <w:p w:rsidRPr="009C54AE" w:rsidR="0085747A" w:rsidP="587FF5C2" w:rsidRDefault="0085747A" w14:paraId="0CC72316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587FF5C2" w:rsidRDefault="00675843" w14:paraId="0CC72317" w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587FF5C2" w:rsidR="00675843">
        <w:rPr>
          <w:rFonts w:ascii="Corbel" w:hAnsi="Corbel" w:eastAsia="Corbel" w:cs="Corbel"/>
          <w:b w:val="1"/>
          <w:bCs w:val="1"/>
          <w:sz w:val="24"/>
          <w:szCs w:val="24"/>
        </w:rPr>
        <w:t>3.3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587FF5C2" w:rsidR="0085747A">
        <w:rPr>
          <w:rFonts w:ascii="Corbel" w:hAnsi="Corbel" w:eastAsia="Corbel" w:cs="Corbel"/>
          <w:b w:val="1"/>
          <w:bCs w:val="1"/>
          <w:sz w:val="24"/>
          <w:szCs w:val="24"/>
        </w:rPr>
        <w:t>T</w:t>
      </w:r>
      <w:r w:rsidRPr="587FF5C2" w:rsidR="001D7B54">
        <w:rPr>
          <w:rFonts w:ascii="Corbel" w:hAnsi="Corbel" w:eastAsia="Corbel" w:cs="Corbel"/>
          <w:b w:val="1"/>
          <w:bCs w:val="1"/>
          <w:sz w:val="24"/>
          <w:szCs w:val="24"/>
        </w:rPr>
        <w:t xml:space="preserve">reści programowe </w:t>
      </w:r>
      <w:r w:rsidRPr="587FF5C2" w:rsidR="007327BD">
        <w:rPr>
          <w:rFonts w:ascii="Corbel" w:hAnsi="Corbel" w:eastAsia="Corbel" w:cs="Corbel"/>
          <w:sz w:val="24"/>
          <w:szCs w:val="24"/>
        </w:rPr>
        <w:t xml:space="preserve">  </w:t>
      </w:r>
    </w:p>
    <w:p w:rsidRPr="009C54AE" w:rsidR="0085747A" w:rsidP="587FF5C2" w:rsidRDefault="00381830" w14:paraId="0CC7231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587FF5C2" w:rsidR="00381830">
        <w:rPr>
          <w:rFonts w:ascii="Corbel" w:hAnsi="Corbel" w:eastAsia="Corbel" w:cs="Corbel"/>
          <w:sz w:val="24"/>
          <w:szCs w:val="24"/>
        </w:rPr>
        <w:t>Problematyka konwersatorium</w:t>
      </w:r>
    </w:p>
    <w:p w:rsidRPr="009C54AE" w:rsidR="00675843" w:rsidP="587FF5C2" w:rsidRDefault="00675843" w14:paraId="0CC72319" w14:textId="77777777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6DAAAD8" w14:paraId="0CC7231B" w14:textId="77777777">
        <w:tc>
          <w:tcPr>
            <w:tcW w:w="9639" w:type="dxa"/>
            <w:tcMar/>
          </w:tcPr>
          <w:p w:rsidRPr="009C54AE" w:rsidR="0085747A" w:rsidP="66DAAAD8" w:rsidRDefault="0085747A" w14:paraId="0CC7231A" w14:textId="77777777">
            <w:pPr>
              <w:pStyle w:val="Akapitzlist"/>
              <w:spacing w:after="0" w:line="240" w:lineRule="auto"/>
              <w:ind w:left="-250" w:firstLine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9C54AE" w:rsidR="00381830" w:rsidTr="66DAAAD8" w14:paraId="0CC7231D" w14:textId="77777777">
        <w:tc>
          <w:tcPr>
            <w:tcW w:w="9639" w:type="dxa"/>
            <w:tcMar/>
          </w:tcPr>
          <w:p w:rsidRPr="000F442A" w:rsidR="00381830" w:rsidP="66DAAAD8" w:rsidRDefault="00381830" w14:paraId="0CC7231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Pr="009C54AE" w:rsidR="00381830" w:rsidTr="66DAAAD8" w14:paraId="0CC7231F" w14:textId="77777777">
        <w:tc>
          <w:tcPr>
            <w:tcW w:w="9639" w:type="dxa"/>
            <w:tcMar/>
          </w:tcPr>
          <w:p w:rsidRPr="00C57435" w:rsidR="00381830" w:rsidP="66DAAAD8" w:rsidRDefault="00381830" w14:paraId="0CC7231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Potrzeba informacji i edukacji konsumenta a poczucie jego bezpieczeństwa</w:t>
            </w:r>
          </w:p>
        </w:tc>
      </w:tr>
      <w:tr w:rsidRPr="009C54AE" w:rsidR="00381830" w:rsidTr="66DAAAD8" w14:paraId="0CC72321" w14:textId="77777777">
        <w:tc>
          <w:tcPr>
            <w:tcW w:w="9639" w:type="dxa"/>
            <w:tcMar/>
          </w:tcPr>
          <w:p w:rsidRPr="00C57435" w:rsidR="00381830" w:rsidP="66DAAAD8" w:rsidRDefault="00381830" w14:paraId="0CC7232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Pomoc konsumentów- wymiar instytucjonalny</w:t>
            </w:r>
          </w:p>
        </w:tc>
      </w:tr>
      <w:tr w:rsidRPr="009C54AE" w:rsidR="00381830" w:rsidTr="66DAAAD8" w14:paraId="0CC72323" w14:textId="77777777">
        <w:tc>
          <w:tcPr>
            <w:tcW w:w="9639" w:type="dxa"/>
            <w:tcMar/>
          </w:tcPr>
          <w:p w:rsidRPr="00C57435" w:rsidR="00381830" w:rsidP="66DAAAD8" w:rsidRDefault="00381830" w14:paraId="0CC7232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Podmioty konsumenckiego ADR w Polsce</w:t>
            </w:r>
          </w:p>
        </w:tc>
      </w:tr>
      <w:tr w:rsidRPr="009C54AE" w:rsidR="00381830" w:rsidTr="66DAAAD8" w14:paraId="0CC72325" w14:textId="77777777">
        <w:tc>
          <w:tcPr>
            <w:tcW w:w="9639" w:type="dxa"/>
            <w:tcMar/>
          </w:tcPr>
          <w:p w:rsidRPr="009D7AA5" w:rsidR="00381830" w:rsidP="66DAAAD8" w:rsidRDefault="00381830" w14:paraId="0CC7232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Nieuczciwe praktyki rynkowe jak się przed nimi bronić?</w:t>
            </w:r>
          </w:p>
        </w:tc>
      </w:tr>
      <w:tr w:rsidRPr="009C54AE" w:rsidR="00381830" w:rsidTr="66DAAAD8" w14:paraId="0CC72327" w14:textId="77777777">
        <w:tc>
          <w:tcPr>
            <w:tcW w:w="9639" w:type="dxa"/>
            <w:tcMar/>
          </w:tcPr>
          <w:p w:rsidRPr="009D7AA5" w:rsidR="00381830" w:rsidP="66DAAAD8" w:rsidRDefault="00381830" w14:paraId="0CC7232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Pr="009C54AE" w:rsidR="00381830" w:rsidTr="66DAAAD8" w14:paraId="0CC72329" w14:textId="77777777">
        <w:tc>
          <w:tcPr>
            <w:tcW w:w="9639" w:type="dxa"/>
            <w:tcMar/>
          </w:tcPr>
          <w:p w:rsidR="00381830" w:rsidP="66DAAAD8" w:rsidRDefault="00381830" w14:paraId="0CC7232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Pr="009C54AE" w:rsidR="00381830" w:rsidTr="66DAAAD8" w14:paraId="0CC7232B" w14:textId="77777777">
        <w:tc>
          <w:tcPr>
            <w:tcW w:w="9639" w:type="dxa"/>
            <w:tcMar/>
          </w:tcPr>
          <w:p w:rsidR="00381830" w:rsidP="66DAAAD8" w:rsidRDefault="00381830" w14:paraId="0CC7232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Bezpieczny konsument w Internecie</w:t>
            </w:r>
          </w:p>
        </w:tc>
      </w:tr>
      <w:tr w:rsidRPr="009C54AE" w:rsidR="00381830" w:rsidTr="66DAAAD8" w14:paraId="0CC7232D" w14:textId="77777777">
        <w:tc>
          <w:tcPr>
            <w:tcW w:w="9639" w:type="dxa"/>
            <w:tcMar/>
          </w:tcPr>
          <w:p w:rsidR="00381830" w:rsidP="66DAAAD8" w:rsidRDefault="00381830" w14:paraId="0CC7232C" w14:textId="24571B59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Bezpieczny konsument a zakupy transgraniczne</w:t>
            </w:r>
          </w:p>
        </w:tc>
      </w:tr>
      <w:tr w:rsidRPr="009C54AE" w:rsidR="00381830" w:rsidTr="66DAAAD8" w14:paraId="0CC7232F" w14:textId="77777777">
        <w:tc>
          <w:tcPr>
            <w:tcW w:w="9639" w:type="dxa"/>
            <w:tcMar/>
          </w:tcPr>
          <w:p w:rsidR="00381830" w:rsidP="66DAAAD8" w:rsidRDefault="00381830" w14:paraId="0CC7232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Pr="009C54AE" w:rsidR="00381830" w:rsidTr="66DAAAD8" w14:paraId="0CC72331" w14:textId="77777777">
        <w:tc>
          <w:tcPr>
            <w:tcW w:w="9639" w:type="dxa"/>
            <w:tcMar/>
          </w:tcPr>
          <w:p w:rsidRPr="00B74D9F" w:rsidR="00381830" w:rsidP="66DAAAD8" w:rsidRDefault="00381830" w14:paraId="0CC72330" w14:textId="77777777">
            <w:pPr>
              <w:shd w:val="clear" w:color="auto" w:fill="FFFFFF" w:themeFill="background1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Umowa konsumencka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 a bezpieczeństwa konsumentów</w:t>
            </w:r>
          </w:p>
        </w:tc>
      </w:tr>
      <w:tr w:rsidRPr="009C54AE" w:rsidR="00381830" w:rsidTr="66DAAAD8" w14:paraId="0CC72333" w14:textId="77777777">
        <w:tc>
          <w:tcPr>
            <w:tcW w:w="9639" w:type="dxa"/>
            <w:tcMar/>
          </w:tcPr>
          <w:p w:rsidRPr="00B74D9F" w:rsidR="00381830" w:rsidP="66DAAAD8" w:rsidRDefault="00381830" w14:paraId="0CC72332" w14:textId="77777777">
            <w:pPr>
              <w:shd w:val="clear" w:color="auto" w:fill="FFFFFF" w:themeFill="background1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Umowa na odległość i poza lokalem przedsiębiorstwa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 a bezpieczeństwo konsumentów</w:t>
            </w:r>
          </w:p>
        </w:tc>
      </w:tr>
      <w:tr w:rsidRPr="009C54AE" w:rsidR="00381830" w:rsidTr="66DAAAD8" w14:paraId="0CC72335" w14:textId="77777777">
        <w:tc>
          <w:tcPr>
            <w:tcW w:w="9639" w:type="dxa"/>
            <w:tcMar/>
          </w:tcPr>
          <w:p w:rsidRPr="00B74D9F" w:rsidR="00381830" w:rsidP="66DAAAD8" w:rsidRDefault="00381830" w14:paraId="0CC72334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Instytucja gwarancji/ (karta gwarancyjna)</w:t>
            </w:r>
          </w:p>
        </w:tc>
      </w:tr>
      <w:tr w:rsidRPr="009C54AE" w:rsidR="00381830" w:rsidTr="66DAAAD8" w14:paraId="0CC72337" w14:textId="77777777">
        <w:tc>
          <w:tcPr>
            <w:tcW w:w="9639" w:type="dxa"/>
            <w:tcMar/>
          </w:tcPr>
          <w:p w:rsidRPr="00B74D9F" w:rsidR="00381830" w:rsidP="66DAAAD8" w:rsidRDefault="00381830" w14:paraId="0CC72336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Pr="009C54AE" w:rsidR="00381830" w:rsidTr="66DAAAD8" w14:paraId="0CC72339" w14:textId="77777777">
        <w:tc>
          <w:tcPr>
            <w:tcW w:w="9639" w:type="dxa"/>
            <w:tcMar/>
          </w:tcPr>
          <w:p w:rsidRPr="00B74D9F" w:rsidR="00381830" w:rsidP="66DAAAD8" w:rsidRDefault="00381830" w14:paraId="0CC72338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Instytucje ochrony konsumentów w Polsce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, wymiar praktyczny</w:t>
            </w:r>
          </w:p>
        </w:tc>
      </w:tr>
      <w:tr w:rsidRPr="009C54AE" w:rsidR="00381830" w:rsidTr="66DAAAD8" w14:paraId="0CC7233B" w14:textId="77777777">
        <w:tc>
          <w:tcPr>
            <w:tcW w:w="9639" w:type="dxa"/>
            <w:tcMar/>
          </w:tcPr>
          <w:p w:rsidRPr="00B74D9F" w:rsidR="00381830" w:rsidP="66DAAAD8" w:rsidRDefault="00381830" w14:paraId="0CC7233A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Polubowne sądy konsumenckie/ Sądownictwo powszechne</w:t>
            </w: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, wymiar praktyczny</w:t>
            </w:r>
          </w:p>
        </w:tc>
      </w:tr>
      <w:tr w:rsidRPr="009C54AE" w:rsidR="00381830" w:rsidTr="66DAAAD8" w14:paraId="0CC7233D" w14:textId="77777777">
        <w:tc>
          <w:tcPr>
            <w:tcW w:w="9639" w:type="dxa"/>
            <w:tcMar/>
          </w:tcPr>
          <w:p w:rsidRPr="00B74D9F" w:rsidR="00381830" w:rsidP="66DAAAD8" w:rsidRDefault="00381830" w14:paraId="0CC7233C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Rozpoznajemy nieuczciwe praktyki rynkowe</w:t>
            </w:r>
          </w:p>
        </w:tc>
      </w:tr>
      <w:tr w:rsidRPr="009C54AE" w:rsidR="00381830" w:rsidTr="66DAAAD8" w14:paraId="0CC7233F" w14:textId="77777777">
        <w:tc>
          <w:tcPr>
            <w:tcW w:w="9639" w:type="dxa"/>
            <w:tcMar/>
          </w:tcPr>
          <w:p w:rsidRPr="00B74D9F" w:rsidR="00381830" w:rsidP="66DAAAD8" w:rsidRDefault="00381830" w14:paraId="0CC7233E" w14:textId="77777777">
            <w:pPr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66DAAAD8" w:rsidR="00381830">
              <w:rPr>
                <w:rFonts w:ascii="Corbel" w:hAnsi="Corbel" w:eastAsia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:rsidRPr="009C54AE" w:rsidR="0085747A" w:rsidP="587FF5C2" w:rsidRDefault="0085747A" w14:paraId="0CC72340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Pr="009C54AE" w:rsidR="0085747A" w:rsidP="587FF5C2" w:rsidRDefault="009F4610" w14:paraId="0CC72341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9F4610">
        <w:rPr>
          <w:rFonts w:ascii="Corbel" w:hAnsi="Corbel" w:eastAsia="Corbel" w:cs="Corbel"/>
          <w:caps w:val="0"/>
          <w:smallCaps w:val="0"/>
        </w:rPr>
        <w:t>3.4 Metody dydaktyczne</w:t>
      </w:r>
      <w:r w:rsidRPr="587FF5C2" w:rsidR="009F4610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Pr="009C54AE" w:rsidR="0085747A" w:rsidP="587FF5C2" w:rsidRDefault="0085747A" w14:paraId="0CC72347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4C4C24" w:rsidR="00E960BB" w:rsidP="587FF5C2" w:rsidRDefault="004C4C24" w14:paraId="2441A243" w14:textId="23E2D50D">
      <w:pPr>
        <w:pStyle w:val="Normalny"/>
        <w:spacing w:line="360" w:lineRule="auto"/>
        <w:rPr>
          <w:rFonts w:ascii="Corbel" w:hAnsi="Corbel" w:eastAsia="Corbel" w:cs="Corbel"/>
        </w:rPr>
      </w:pPr>
      <w:r w:rsidRPr="587FF5C2" w:rsidR="004C4C24">
        <w:rPr>
          <w:rFonts w:ascii="Corbel" w:hAnsi="Corbel" w:eastAsia="Corbel" w:cs="Corbel"/>
          <w:spacing w:val="-5"/>
        </w:rPr>
        <w:t xml:space="preserve">Konwersatorium: </w:t>
      </w:r>
      <w:r w:rsidRPr="587FF5C2" w:rsidR="7E72C0F3">
        <w:rPr>
          <w:rFonts w:ascii="Corbel" w:hAnsi="Corbel" w:eastAsia="Corbel" w:cs="Corbel"/>
          <w:noProof w:val="0"/>
          <w:color w:val="000000" w:themeColor="text1" w:themeTint="FF" w:themeShade="FF"/>
          <w:sz w:val="24"/>
          <w:szCs w:val="24"/>
          <w:lang w:val="pl-PL"/>
        </w:rPr>
        <w:t>prezentacja multimedialna, dyskusja, analiza wybranych materiałów źródłowych.</w:t>
      </w:r>
    </w:p>
    <w:p w:rsidRPr="009C54AE" w:rsidR="0085747A" w:rsidP="587FF5C2" w:rsidRDefault="00C61DC5" w14:paraId="0CC72349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587FF5C2" w:rsidR="00C61DC5">
        <w:rPr>
          <w:rFonts w:ascii="Corbel" w:hAnsi="Corbel" w:eastAsia="Corbel" w:cs="Corbel"/>
          <w:caps w:val="0"/>
          <w:smallCaps w:val="0"/>
        </w:rPr>
        <w:t xml:space="preserve">4. </w:t>
      </w:r>
      <w:r w:rsidRPr="587FF5C2" w:rsidR="0085747A">
        <w:rPr>
          <w:rFonts w:ascii="Corbel" w:hAnsi="Corbel" w:eastAsia="Corbel" w:cs="Corbel"/>
          <w:caps w:val="0"/>
          <w:smallCaps w:val="0"/>
        </w:rPr>
        <w:t>METODY I KRYTERIA OCENY</w:t>
      </w:r>
      <w:r w:rsidRPr="587FF5C2" w:rsidR="009F4610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587FF5C2" w:rsidRDefault="00923D7D" w14:paraId="0CC7234A" w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w:rsidRPr="009C54AE" w:rsidR="0085747A" w:rsidP="587FF5C2" w:rsidRDefault="0085747A" w14:paraId="0CC7234B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587FF5C2" w:rsidR="0085747A">
        <w:rPr>
          <w:rFonts w:ascii="Corbel" w:hAnsi="Corbel" w:eastAsia="Corbel" w:cs="Corbel"/>
          <w:caps w:val="0"/>
          <w:smallCaps w:val="0"/>
        </w:rPr>
        <w:t xml:space="preserve">4.1 Sposoby weryfikacji efektów </w:t>
      </w:r>
      <w:r w:rsidRPr="587FF5C2" w:rsidR="00C05F44">
        <w:rPr>
          <w:rFonts w:ascii="Corbel" w:hAnsi="Corbel" w:eastAsia="Corbel" w:cs="Corbel"/>
          <w:caps w:val="0"/>
          <w:smallCaps w:val="0"/>
        </w:rPr>
        <w:t>uczenia się</w:t>
      </w:r>
    </w:p>
    <w:p w:rsidRPr="009C54AE" w:rsidR="0085747A" w:rsidP="587FF5C2" w:rsidRDefault="0085747A" w14:paraId="0CC7234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9C54AE" w:rsidR="0085747A" w:rsidTr="587FF5C2" w14:paraId="0CC72352" w14:textId="77777777">
        <w:tc>
          <w:tcPr>
            <w:tcW w:w="1985" w:type="dxa"/>
            <w:tcMar/>
            <w:vAlign w:val="center"/>
          </w:tcPr>
          <w:p w:rsidRPr="009C54AE" w:rsidR="0085747A" w:rsidP="587FF5C2" w:rsidRDefault="0071620A" w14:paraId="0CC7234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71620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587FF5C2" w:rsidRDefault="00F974DA" w14:paraId="0CC7234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F974D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Pr="009C54AE" w:rsidR="0085747A" w:rsidP="587FF5C2" w:rsidRDefault="009F4610" w14:paraId="0CC7234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9F461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587FF5C2" w:rsidRDefault="0085747A" w14:paraId="0CC7235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Pr="009C54AE" w:rsidR="0085747A" w:rsidP="587FF5C2" w:rsidRDefault="0085747A" w14:paraId="0CC7235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proofErr w:type="spellStart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proofErr w:type="spellEnd"/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B74D9F" w:rsidR="004C4C24" w:rsidTr="587FF5C2" w14:paraId="0CC7235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4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Referat,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5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8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udziału studenta w dyskusji,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9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5E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C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wypowiedzi studenta,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D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6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5F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0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indywidualnej pracy studenta podczas zajęć,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1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66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3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4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wypowiedzi studenta, egzamin pisemny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5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4C4C24" w:rsidTr="587FF5C2" w14:paraId="0CC7236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8" w14:textId="77777777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indywidualnej pracy studenta podczas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4C4C24" w:rsidP="587FF5C2" w:rsidRDefault="004C4C24" w14:paraId="0CC72369" w14:textId="77777777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="00DA429A" w:rsidTr="587FF5C2" w14:paraId="20A54EAC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DA429A" w:rsidP="587FF5C2" w:rsidRDefault="00DA429A" w14:paraId="013CF94F" w14:textId="1706EB42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DA42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EK_07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DA429A" w:rsidP="587FF5C2" w:rsidRDefault="00DA429A" w14:paraId="1B34EF71" w14:textId="2D1AF711">
            <w:pPr>
              <w:pStyle w:val="Punktygwne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00DA42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Ocena udziału studenta w dyskusji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C4C24" w:rsidR="00DA429A" w:rsidP="587FF5C2" w:rsidRDefault="00DA429A" w14:paraId="58D28E2E" w14:textId="3452BF36">
            <w:pPr>
              <w:pStyle w:val="Punktygwne"/>
              <w:spacing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DA429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</w:tbl>
    <w:p w:rsidRPr="009C54AE" w:rsidR="00923D7D" w:rsidP="587FF5C2" w:rsidRDefault="00923D7D" w14:paraId="0CC7236B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3E1941" w14:paraId="0CC7236C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587FF5C2" w:rsidR="003E1941">
        <w:rPr>
          <w:rFonts w:ascii="Corbel" w:hAnsi="Corbel" w:eastAsia="Corbel" w:cs="Corbel"/>
          <w:caps w:val="0"/>
          <w:smallCaps w:val="0"/>
        </w:rPr>
        <w:t xml:space="preserve">4.2 </w:t>
      </w:r>
      <w:r w:rsidRPr="587FF5C2" w:rsidR="0085747A">
        <w:rPr>
          <w:rFonts w:ascii="Corbel" w:hAnsi="Corbel" w:eastAsia="Corbel" w:cs="Corbel"/>
          <w:caps w:val="0"/>
          <w:smallCaps w:val="0"/>
        </w:rPr>
        <w:t>Warunki zaliczenia przedmiotu (kryteria oceniania)</w:t>
      </w:r>
      <w:r w:rsidRPr="587FF5C2" w:rsidR="00923D7D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923D7D" w:rsidP="587FF5C2" w:rsidRDefault="00923D7D" w14:paraId="0CC7236D" w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7FF5C2" w14:paraId="0CC72370" w14:textId="77777777">
        <w:tc>
          <w:tcPr>
            <w:tcW w:w="9670" w:type="dxa"/>
            <w:tcMar/>
          </w:tcPr>
          <w:p w:rsidRPr="004C4C24" w:rsidR="004C4C24" w:rsidP="587FF5C2" w:rsidRDefault="004C4C24" w14:paraId="0CC7236E" w14:textId="77777777">
            <w:pPr>
              <w:spacing w:after="0"/>
              <w:rPr>
                <w:rFonts w:ascii="Corbel" w:hAnsi="Corbel" w:eastAsia="Corbel" w:cs="Corbel"/>
              </w:rPr>
            </w:pPr>
            <w:r w:rsidRPr="587FF5C2" w:rsidR="004C4C24">
              <w:rPr>
                <w:rFonts w:ascii="Corbel" w:hAnsi="Corbel" w:eastAsia="Corbel" w:cs="Corbel"/>
              </w:rPr>
              <w:t>Sposób zaliczenia: zaliczenie z oceną</w:t>
            </w:r>
          </w:p>
          <w:p w:rsidRPr="009C54AE" w:rsidR="0085747A" w:rsidP="587FF5C2" w:rsidRDefault="004C4C24" w14:paraId="0CC7236F" w14:textId="19A2DE2E">
            <w:pPr>
              <w:pStyle w:val="Punktygwne"/>
              <w:spacing w:before="0" w:after="0"/>
              <w:rPr>
                <w:rFonts w:ascii="Corbel" w:hAnsi="Corbel" w:eastAsia="Corbel" w:cs="Corbel"/>
                <w:noProof w:val="0"/>
                <w:lang w:val="pl-PL"/>
              </w:rPr>
            </w:pPr>
            <w:r w:rsidRPr="587FF5C2" w:rsidR="004C4C24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Forma zaliczenia:</w:t>
            </w:r>
            <w:r w:rsidRPr="587FF5C2" w:rsidR="40C0D68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obecność na zajęciach, aktywność, egzamin ustny</w:t>
            </w:r>
          </w:p>
        </w:tc>
      </w:tr>
    </w:tbl>
    <w:p w:rsidRPr="009C54AE" w:rsidR="0085747A" w:rsidP="587FF5C2" w:rsidRDefault="0085747A" w14:paraId="0CC72371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9F4610" w:rsidP="587FF5C2" w:rsidRDefault="0085747A" w14:paraId="0CC72372" w14:textId="77777777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587FF5C2" w:rsidR="0085747A">
        <w:rPr>
          <w:rFonts w:ascii="Corbel" w:hAnsi="Corbel" w:eastAsia="Corbel" w:cs="Corbel"/>
          <w:b w:val="1"/>
          <w:bCs w:val="1"/>
          <w:sz w:val="24"/>
          <w:szCs w:val="24"/>
        </w:rPr>
        <w:t xml:space="preserve">5. </w:t>
      </w:r>
      <w:r w:rsidRPr="587FF5C2" w:rsidR="00C61DC5">
        <w:rPr>
          <w:rFonts w:ascii="Corbel" w:hAnsi="Corbel" w:eastAsia="Corbel" w:cs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587FF5C2" w:rsidRDefault="0085747A" w14:paraId="0CC7237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1225073" w14:paraId="0CC72376" w14:textId="77777777">
        <w:tc>
          <w:tcPr>
            <w:tcW w:w="4962" w:type="dxa"/>
            <w:tcMar/>
            <w:vAlign w:val="center"/>
          </w:tcPr>
          <w:p w:rsidRPr="009C54AE" w:rsidR="0085747A" w:rsidP="587FF5C2" w:rsidRDefault="00C61DC5" w14:paraId="0CC723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</w:t>
            </w:r>
            <w:r w:rsidRPr="587FF5C2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ktywnoś</w:t>
            </w: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587FF5C2" w:rsidRDefault="00C61DC5" w14:paraId="0CC7237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</w:t>
            </w:r>
            <w:r w:rsidRPr="587FF5C2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iczba godzin</w:t>
            </w:r>
            <w:r w:rsidRPr="587FF5C2" w:rsidR="0071620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  <w:r w:rsidRPr="587FF5C2" w:rsidR="00C61DC5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1225073" w14:paraId="0CC72379" w14:textId="77777777">
        <w:tc>
          <w:tcPr>
            <w:tcW w:w="4962" w:type="dxa"/>
            <w:tcMar/>
          </w:tcPr>
          <w:p w:rsidRPr="009C54AE" w:rsidR="0085747A" w:rsidP="587FF5C2" w:rsidRDefault="00C61DC5" w14:paraId="0CC7237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G</w:t>
            </w:r>
            <w:r w:rsidRPr="587FF5C2" w:rsidR="0085747A">
              <w:rPr>
                <w:rFonts w:ascii="Corbel" w:hAnsi="Corbel" w:eastAsia="Corbel" w:cs="Corbel"/>
                <w:sz w:val="24"/>
                <w:szCs w:val="24"/>
              </w:rPr>
              <w:t xml:space="preserve">odziny </w:t>
            </w: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kontaktowe</w:t>
            </w:r>
            <w:r w:rsidRPr="587FF5C2" w:rsidR="0085747A">
              <w:rPr>
                <w:rFonts w:ascii="Corbel" w:hAnsi="Corbel" w:eastAsia="Corbel" w:cs="Corbel"/>
                <w:sz w:val="24"/>
                <w:szCs w:val="24"/>
              </w:rPr>
              <w:t xml:space="preserve"> w</w:t>
            </w: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ynikające</w:t>
            </w:r>
            <w:r w:rsidRPr="587FF5C2" w:rsidR="003F205D">
              <w:rPr>
                <w:rFonts w:ascii="Corbel" w:hAnsi="Corbel" w:eastAsia="Corbel" w:cs="Corbel"/>
                <w:sz w:val="24"/>
                <w:szCs w:val="24"/>
              </w:rPr>
              <w:t xml:space="preserve"> z </w:t>
            </w:r>
            <w:r w:rsidRPr="587FF5C2" w:rsidR="000A3CDF">
              <w:rPr>
                <w:rFonts w:ascii="Corbel" w:hAnsi="Corbel" w:eastAsia="Corbel" w:cs="Corbel"/>
                <w:sz w:val="24"/>
                <w:szCs w:val="24"/>
              </w:rPr>
              <w:t xml:space="preserve">harmonogramu </w:t>
            </w: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11225073" w:rsidRDefault="00FE278D" w14:paraId="0CC723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1225073" w:rsidR="00FE278D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w:rsidRPr="009C54AE" w:rsidR="00C61DC5" w:rsidTr="11225073" w14:paraId="0CC7237D" w14:textId="77777777">
        <w:tc>
          <w:tcPr>
            <w:tcW w:w="4962" w:type="dxa"/>
            <w:tcMar/>
          </w:tcPr>
          <w:p w:rsidRPr="009C54AE" w:rsidR="00C61DC5" w:rsidP="587FF5C2" w:rsidRDefault="00C61DC5" w14:paraId="0CC7237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  <w:r w:rsidRPr="587FF5C2" w:rsidR="000A3CDF">
              <w:rPr>
                <w:rFonts w:ascii="Corbel" w:hAnsi="Corbel" w:eastAsia="Corbel" w:cs="Corbel"/>
                <w:sz w:val="24"/>
                <w:szCs w:val="24"/>
              </w:rPr>
              <w:t xml:space="preserve"> akademickiego</w:t>
            </w:r>
          </w:p>
          <w:p w:rsidRPr="009C54AE" w:rsidR="00C61DC5" w:rsidP="587FF5C2" w:rsidRDefault="00C61DC5" w14:paraId="0CC7237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11225073" w:rsidRDefault="006E6594" w14:paraId="0CC7237C" w14:textId="100CBB1E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1225073" w:rsidR="75389057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Pr="009C54AE" w:rsidR="00C61DC5" w:rsidTr="11225073" w14:paraId="0CC72381" w14:textId="77777777">
        <w:tc>
          <w:tcPr>
            <w:tcW w:w="4962" w:type="dxa"/>
            <w:tcMar/>
          </w:tcPr>
          <w:p w:rsidRPr="009C54AE" w:rsidR="0071620A" w:rsidP="587FF5C2" w:rsidRDefault="00C61DC5" w14:paraId="0CC7237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587FF5C2" w:rsidRDefault="00C61DC5" w14:paraId="0CC7237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C61DC5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11225073" w:rsidRDefault="006E6594" w14:paraId="0CC72380" w14:textId="655DA205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1225073" w:rsidR="3DC74352">
              <w:rPr>
                <w:rFonts w:ascii="Corbel" w:hAnsi="Corbel" w:eastAsia="Corbel" w:cs="Corbel"/>
                <w:sz w:val="24"/>
                <w:szCs w:val="24"/>
              </w:rPr>
              <w:t>45</w:t>
            </w:r>
          </w:p>
        </w:tc>
      </w:tr>
      <w:tr w:rsidRPr="009C54AE" w:rsidR="0085747A" w:rsidTr="11225073" w14:paraId="0CC72384" w14:textId="77777777">
        <w:tc>
          <w:tcPr>
            <w:tcW w:w="4962" w:type="dxa"/>
            <w:tcMar/>
          </w:tcPr>
          <w:p w:rsidRPr="009C54AE" w:rsidR="0085747A" w:rsidP="587FF5C2" w:rsidRDefault="0085747A" w14:paraId="0CC7238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587FF5C2" w:rsidR="0085747A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11225073" w:rsidRDefault="006E6594" w14:paraId="0CC723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1225073" w:rsidR="006E6594">
              <w:rPr>
                <w:rFonts w:ascii="Corbel" w:hAnsi="Corbel" w:eastAsia="Corbel" w:cs="Corbel"/>
                <w:sz w:val="24"/>
                <w:szCs w:val="24"/>
              </w:rPr>
              <w:t>90</w:t>
            </w:r>
          </w:p>
        </w:tc>
      </w:tr>
      <w:tr w:rsidRPr="009C54AE" w:rsidR="0085747A" w:rsidTr="11225073" w14:paraId="0CC72387" w14:textId="77777777">
        <w:tc>
          <w:tcPr>
            <w:tcW w:w="4962" w:type="dxa"/>
            <w:tcMar/>
          </w:tcPr>
          <w:p w:rsidRPr="009C54AE" w:rsidR="0085747A" w:rsidP="587FF5C2" w:rsidRDefault="0085747A" w14:paraId="0CC72385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87FF5C2" w:rsidR="0085747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11225073" w:rsidRDefault="006E6594" w14:paraId="0CC723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1225073" w:rsidR="006E6594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w:rsidRPr="009C54AE" w:rsidR="0085747A" w:rsidP="587FF5C2" w:rsidRDefault="00923D7D" w14:paraId="0CC72388" w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587FF5C2" w:rsidR="00923D7D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587FF5C2" w:rsidR="00C61DC5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9C54AE" w:rsidR="003E1941" w:rsidP="587FF5C2" w:rsidRDefault="003E1941" w14:paraId="0CC72389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71620A" w14:paraId="0CC7238A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587FF5C2" w:rsidR="0071620A">
        <w:rPr>
          <w:rFonts w:ascii="Corbel" w:hAnsi="Corbel" w:eastAsia="Corbel" w:cs="Corbel"/>
          <w:caps w:val="0"/>
          <w:smallCaps w:val="0"/>
        </w:rPr>
        <w:t xml:space="preserve">6. </w:t>
      </w:r>
      <w:r w:rsidRPr="587FF5C2" w:rsidR="0085747A">
        <w:rPr>
          <w:rFonts w:ascii="Corbel" w:hAnsi="Corbel" w:eastAsia="Corbel" w:cs="Corbel"/>
          <w:caps w:val="0"/>
          <w:smallCaps w:val="0"/>
        </w:rPr>
        <w:t>PRAKTYKI ZAWO</w:t>
      </w:r>
      <w:r w:rsidRPr="587FF5C2" w:rsidR="009D3F3B">
        <w:rPr>
          <w:rFonts w:ascii="Corbel" w:hAnsi="Corbel" w:eastAsia="Corbel" w:cs="Corbel"/>
          <w:caps w:val="0"/>
          <w:smallCaps w:val="0"/>
        </w:rPr>
        <w:t>DOWE W RAMACH PRZEDMIOTU</w:t>
      </w:r>
    </w:p>
    <w:p w:rsidRPr="009C54AE" w:rsidR="0085747A" w:rsidP="587FF5C2" w:rsidRDefault="0085747A" w14:paraId="0CC7238B" w14:textId="77777777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87FF5C2" w14:paraId="0CC7238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587FF5C2" w:rsidRDefault="0085747A" w14:paraId="0CC7238C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587FF5C2" w:rsidRDefault="0085747A" w14:paraId="0CC7238D" w14:textId="1EE6800D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587FF5C2" w:rsidR="2CA979B0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</w:t>
            </w:r>
          </w:p>
        </w:tc>
      </w:tr>
      <w:tr w:rsidRPr="009C54AE" w:rsidR="0085747A" w:rsidTr="587FF5C2" w14:paraId="0CC7239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587FF5C2" w:rsidRDefault="0085747A" w14:paraId="0CC7238F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587FF5C2" w:rsidRDefault="0085747A" w14:paraId="0CC72390" w14:textId="402A2550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1F9EBE8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brak</w:t>
            </w:r>
          </w:p>
        </w:tc>
      </w:tr>
    </w:tbl>
    <w:p w:rsidRPr="009C54AE" w:rsidR="003E1941" w:rsidP="587FF5C2" w:rsidRDefault="003E1941" w14:paraId="0CC72392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675843" w14:paraId="0CC72393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587FF5C2" w:rsidR="00675843">
        <w:rPr>
          <w:rFonts w:ascii="Corbel" w:hAnsi="Corbel" w:eastAsia="Corbel" w:cs="Corbel"/>
          <w:caps w:val="0"/>
          <w:smallCaps w:val="0"/>
        </w:rPr>
        <w:t xml:space="preserve">7. </w:t>
      </w:r>
      <w:r w:rsidRPr="587FF5C2" w:rsidR="0085747A">
        <w:rPr>
          <w:rFonts w:ascii="Corbel" w:hAnsi="Corbel" w:eastAsia="Corbel" w:cs="Corbel"/>
          <w:caps w:val="0"/>
          <w:smallCaps w:val="0"/>
        </w:rPr>
        <w:t>LITERATURA</w:t>
      </w:r>
      <w:r w:rsidRPr="587FF5C2" w:rsidR="00675843">
        <w:rPr>
          <w:rFonts w:ascii="Corbel" w:hAnsi="Corbel" w:eastAsia="Corbel" w:cs="Corbel"/>
          <w:caps w:val="0"/>
          <w:smallCaps w:val="0"/>
        </w:rPr>
        <w:t xml:space="preserve"> </w:t>
      </w:r>
    </w:p>
    <w:p w:rsidRPr="009C54AE" w:rsidR="00675843" w:rsidP="587FF5C2" w:rsidRDefault="00675843" w14:paraId="0CC72394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587FF5C2" w14:paraId="0CC72399" w14:textId="77777777">
        <w:trPr>
          <w:trHeight w:val="397"/>
        </w:trPr>
        <w:tc>
          <w:tcPr>
            <w:tcW w:w="7513" w:type="dxa"/>
            <w:tcMar/>
          </w:tcPr>
          <w:p w:rsidR="00FE278D" w:rsidP="587FF5C2" w:rsidRDefault="0085747A" w14:paraId="0CC72395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Pr="009C54AE" w:rsidR="00FE278D" w:rsidP="587FF5C2" w:rsidRDefault="00FE278D" w14:paraId="26C62431" w14:textId="443B56D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FE278D" w:rsidP="587FF5C2" w:rsidRDefault="00FE278D" w14:paraId="5EA57850" w14:textId="11DF4EF3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 M.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Alternatywne sposoby pozasądowego rozwiązywania sporów konsumenckich w województwie podkarpackim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Wydawnictwo Uniwersytetu Rzeszowskiego, Rzeszów 2016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ss. 159.  </w:t>
            </w:r>
          </w:p>
          <w:p w:rsidRPr="009C54AE" w:rsidR="00FE278D" w:rsidP="587FF5C2" w:rsidRDefault="00FE278D" w14:paraId="101657C6" w14:textId="1611F87B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 M., 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Normalizacja europejska a bezpieczeństwo produktów konsumenckich, 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[w:] Współczesna polityka bezpieczeństwa – aspekty militarne i społeczno-gospodarcze, red. M. Delong, M. </w:t>
            </w: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-Biały, Wydawnictwo Uniwersytetu Rzeszowskiego, Rzeszów 2018, s. 66-73.  </w:t>
            </w:r>
          </w:p>
          <w:p w:rsidRPr="009C54AE" w:rsidR="00FE278D" w:rsidP="587FF5C2" w:rsidRDefault="00FE278D" w14:paraId="03A71AD2" w14:textId="6344D023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 M., 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Nieuczciwe praktyki handlowe a bezpieczeństwo konsumentów w Unii Europejskiej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587FF5C2" w:rsidR="37748958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Stosunki międzynarodowe Prawa człowieka</w:t>
            </w:r>
            <w:r w:rsidRPr="587FF5C2" w:rsidR="37748958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red. K. Żarna, Rzeszów 2019, tom I, s. 89-96.</w:t>
            </w:r>
          </w:p>
          <w:p w:rsidRPr="009C54AE" w:rsidR="00FE278D" w:rsidP="587FF5C2" w:rsidRDefault="00FE278D" w14:paraId="0CC72398" w14:textId="2ED8B828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  <w:tr w:rsidRPr="009C54AE" w:rsidR="0085747A" w:rsidTr="587FF5C2" w14:paraId="0CC723A1" w14:textId="77777777">
        <w:trPr>
          <w:trHeight w:val="397"/>
        </w:trPr>
        <w:tc>
          <w:tcPr>
            <w:tcW w:w="7513" w:type="dxa"/>
            <w:tcMar/>
          </w:tcPr>
          <w:p w:rsidR="0085747A" w:rsidP="587FF5C2" w:rsidRDefault="0085747A" w14:paraId="0CC7239A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587FF5C2" w:rsidR="0085747A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9A0A442" w:rsidP="587FF5C2" w:rsidRDefault="69A0A442" w14:paraId="1943A7BB" w14:textId="473E959B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2D8754C4" w:rsidP="587FF5C2" w:rsidRDefault="2D8754C4" w14:paraId="2FE6723D" w14:textId="1F80B923">
            <w:pPr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 M., </w:t>
            </w:r>
            <w:r w:rsidRPr="587FF5C2" w:rsidR="2D8754C4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Naruszenie zbiorowych interesów konsumentów. Kontekst polityczno-prawny</w:t>
            </w: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587FF5C2" w:rsidR="2D8754C4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 we współczesnym świecie</w:t>
            </w: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red. M. </w:t>
            </w:r>
            <w:proofErr w:type="spellStart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-Biały, K. Żarna, Wydawnictwo Uniwersytetu Rzeszowskiego, Rzeszów 2018, s. 148-155.  </w:t>
            </w:r>
          </w:p>
          <w:p w:rsidR="2D8754C4" w:rsidP="587FF5C2" w:rsidRDefault="2D8754C4" w14:paraId="1C9250E1" w14:textId="3C2455C8">
            <w:pPr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 M</w:t>
            </w:r>
            <w:r w:rsidRPr="587FF5C2" w:rsidR="2D8754C4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Ewolucja polityki konsumenckiej w Polsce</w:t>
            </w: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Rzeszów 2012.  </w:t>
            </w:r>
          </w:p>
          <w:p w:rsidR="2D8754C4" w:rsidP="587FF5C2" w:rsidRDefault="2D8754C4" w14:paraId="2A8F5390" w14:textId="7732A0FD">
            <w:pPr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Łętowska</w:t>
            </w: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E.,</w:t>
            </w:r>
            <w:r w:rsidRPr="587FF5C2" w:rsidR="2D8754C4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Prawo umów konsumenckich, </w:t>
            </w: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Warszawa 2002, wyd. 2.  </w:t>
            </w:r>
          </w:p>
          <w:p w:rsidRPr="009C54AE" w:rsidR="00FE278D" w:rsidP="587FF5C2" w:rsidRDefault="00FE278D" w14:paraId="0CC723A0" w14:textId="6688BD18">
            <w:pPr>
              <w:spacing w:before="0" w:after="0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/>
                <w:sz w:val="24"/>
                <w:szCs w:val="24"/>
                <w:lang w:val="pl-PL"/>
              </w:rPr>
            </w:pPr>
            <w:proofErr w:type="spellStart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Streżyńska</w:t>
            </w:r>
            <w:proofErr w:type="spellEnd"/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</w:t>
            </w:r>
            <w:r w:rsidRPr="587FF5C2" w:rsidR="2D8754C4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Ochrona konsumentów w Unii Europejskiej i Polsce, </w:t>
            </w:r>
            <w:r w:rsidRPr="587FF5C2" w:rsidR="2D8754C4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Warszawa 2000, z.10</w:t>
            </w:r>
            <w:r w:rsidRPr="587FF5C2" w:rsidR="2D8754C4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587FF5C2" w:rsidRDefault="0085747A" w14:paraId="0CC723A2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Pr="009C54AE" w:rsidR="0085747A" w:rsidP="587FF5C2" w:rsidRDefault="0085747A" w14:paraId="0CC723A3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85747A" w:rsidP="587FF5C2" w:rsidRDefault="0085747A" w14:paraId="0CC723A4" w14:textId="7C3DA5EE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587FF5C2" w:rsidR="0085747A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p w:rsidR="00DA429A" w:rsidP="587FF5C2" w:rsidRDefault="00DA429A" w14:paraId="64138FAC" w14:textId="5D7BAF32">
      <w:pPr>
        <w:pStyle w:val="Punktygwne"/>
        <w:spacing w:before="0" w:after="0"/>
        <w:ind w:left="360"/>
        <w:rPr>
          <w:rFonts w:ascii="Corbel" w:hAnsi="Corbel" w:eastAsia="Corbel" w:cs="Corbel"/>
        </w:rPr>
      </w:pPr>
    </w:p>
    <w:p w:rsidR="00DA429A" w:rsidP="587FF5C2" w:rsidRDefault="00DA429A" w14:paraId="6CFCF8B6" w14:textId="06004E71">
      <w:pPr>
        <w:pStyle w:val="Punktygwne"/>
        <w:spacing w:before="0" w:after="0"/>
        <w:ind w:left="360"/>
        <w:rPr>
          <w:rFonts w:ascii="Corbel" w:hAnsi="Corbel" w:eastAsia="Corbel" w:cs="Corbel"/>
        </w:rPr>
      </w:pPr>
    </w:p>
    <w:p w:rsidRPr="009C54AE" w:rsidR="00DA429A" w:rsidP="587FF5C2" w:rsidRDefault="00DA429A" w14:paraId="50FD7FB9" w14:textId="66980515">
      <w:pPr>
        <w:pStyle w:val="Punktygwne"/>
        <w:spacing w:before="0" w:after="0"/>
        <w:ind w:left="360"/>
        <w:rPr>
          <w:rFonts w:ascii="Corbel" w:hAnsi="Corbel" w:eastAsia="Corbel" w:cs="Corbel"/>
        </w:rPr>
      </w:pPr>
    </w:p>
    <w:sectPr w:rsidRPr="009C54AE" w:rsidR="00DA429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4C" w:rsidP="00C16ABF" w:rsidRDefault="0000294C" w14:paraId="04042126" w14:textId="77777777">
      <w:pPr>
        <w:spacing w:after="0" w:line="240" w:lineRule="auto"/>
      </w:pPr>
      <w:r>
        <w:separator/>
      </w:r>
    </w:p>
  </w:endnote>
  <w:endnote w:type="continuationSeparator" w:id="0">
    <w:p w:rsidR="0000294C" w:rsidP="00C16ABF" w:rsidRDefault="0000294C" w14:paraId="7BDE32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4C" w:rsidP="00C16ABF" w:rsidRDefault="0000294C" w14:paraId="04801ACC" w14:textId="77777777">
      <w:pPr>
        <w:spacing w:after="0" w:line="240" w:lineRule="auto"/>
      </w:pPr>
      <w:r>
        <w:separator/>
      </w:r>
    </w:p>
  </w:footnote>
  <w:footnote w:type="continuationSeparator" w:id="0">
    <w:p w:rsidR="0000294C" w:rsidP="00C16ABF" w:rsidRDefault="0000294C" w14:paraId="68BD1D3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C723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2">
    <w:abstractNumId w:val="1"/>
  </w: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484D"/>
    <w:rsid w:val="005A0855"/>
    <w:rsid w:val="005A2431"/>
    <w:rsid w:val="005A3196"/>
    <w:rsid w:val="005C080F"/>
    <w:rsid w:val="005C55E5"/>
    <w:rsid w:val="005C696A"/>
    <w:rsid w:val="005E6E85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FE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4AA7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E278D"/>
    <w:rsid w:val="00FF016A"/>
    <w:rsid w:val="00FF1401"/>
    <w:rsid w:val="00FF5E7D"/>
    <w:rsid w:val="03EBC616"/>
    <w:rsid w:val="11225073"/>
    <w:rsid w:val="17417828"/>
    <w:rsid w:val="1A7918EA"/>
    <w:rsid w:val="1F9EBE85"/>
    <w:rsid w:val="25C62C34"/>
    <w:rsid w:val="2CA979B0"/>
    <w:rsid w:val="2D8754C4"/>
    <w:rsid w:val="2EA1780C"/>
    <w:rsid w:val="37748958"/>
    <w:rsid w:val="3A925F3F"/>
    <w:rsid w:val="3B944994"/>
    <w:rsid w:val="3BD13F44"/>
    <w:rsid w:val="3DC74352"/>
    <w:rsid w:val="40C0D68E"/>
    <w:rsid w:val="587FF5C2"/>
    <w:rsid w:val="5D0137C1"/>
    <w:rsid w:val="5D0EF37C"/>
    <w:rsid w:val="620DAFAB"/>
    <w:rsid w:val="66DAAAD8"/>
    <w:rsid w:val="6782539F"/>
    <w:rsid w:val="69A0A442"/>
    <w:rsid w:val="75389057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2295"/>
  <w15:docId w15:val="{314B8A62-45C2-4B2C-AE79-5B22771BBE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291D7-1C3D-430F-9AF1-4F0D7A665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F34EE-18EB-4305-AEB1-E95ED49EBF87}"/>
</file>

<file path=customXml/itemProps3.xml><?xml version="1.0" encoding="utf-8"?>
<ds:datastoreItem xmlns:ds="http://schemas.openxmlformats.org/officeDocument/2006/customXml" ds:itemID="{5CC06660-DBEB-4D80-9809-014B69EB1D30}"/>
</file>

<file path=customXml/itemProps4.xml><?xml version="1.0" encoding="utf-8"?>
<ds:datastoreItem xmlns:ds="http://schemas.openxmlformats.org/officeDocument/2006/customXml" ds:itemID="{36A0DD8F-4F04-4329-8C4D-DD9EEB4376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11</cp:revision>
  <cp:lastPrinted>2019-02-06T12:12:00Z</cp:lastPrinted>
  <dcterms:created xsi:type="dcterms:W3CDTF">2020-11-16T17:32:00Z</dcterms:created>
  <dcterms:modified xsi:type="dcterms:W3CDTF">2021-11-19T19:51:54Z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